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925A20" w:rsidP="00925A20">
      <w:pPr>
        <w:jc w:val="center"/>
        <w:rPr>
          <w:b/>
          <w:sz w:val="176"/>
          <w:szCs w:val="176"/>
        </w:rPr>
      </w:pPr>
      <w:r>
        <w:rPr>
          <w:b/>
          <w:noProof/>
          <w:sz w:val="176"/>
          <w:szCs w:val="176"/>
        </w:rPr>
        <w:drawing>
          <wp:anchor distT="0" distB="0" distL="114300" distR="114300" simplePos="0" relativeHeight="251658240" behindDoc="1" locked="0" layoutInCell="1" allowOverlap="1" wp14:anchorId="69F806AE" wp14:editId="6B253DAA">
            <wp:simplePos x="0" y="0"/>
            <wp:positionH relativeFrom="column">
              <wp:posOffset>5224780</wp:posOffset>
            </wp:positionH>
            <wp:positionV relativeFrom="paragraph">
              <wp:posOffset>3434080</wp:posOffset>
            </wp:positionV>
            <wp:extent cx="2914650" cy="1924050"/>
            <wp:effectExtent l="0" t="0" r="0" b="0"/>
            <wp:wrapNone/>
            <wp:docPr id="1" name="Image 1" descr="C:\Users\SAFAROVT\Desktop\arton71-a9f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AROVT\Desktop\arton71-a9fe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8B9">
        <w:rPr>
          <w:b/>
          <w:sz w:val="176"/>
          <w:szCs w:val="176"/>
        </w:rPr>
        <w:t xml:space="preserve">"Vole </w:t>
      </w:r>
      <w:proofErr w:type="spellStart"/>
      <w:r w:rsidR="00E868B9">
        <w:rPr>
          <w:b/>
          <w:sz w:val="176"/>
          <w:szCs w:val="176"/>
        </w:rPr>
        <w:t>vole</w:t>
      </w:r>
      <w:proofErr w:type="spellEnd"/>
      <w:r w:rsidR="00E868B9">
        <w:rPr>
          <w:b/>
          <w:sz w:val="176"/>
          <w:szCs w:val="176"/>
        </w:rPr>
        <w:t xml:space="preserve"> – </w:t>
      </w:r>
      <w:proofErr w:type="spellStart"/>
      <w:r w:rsidRPr="00925A20">
        <w:rPr>
          <w:b/>
          <w:sz w:val="176"/>
          <w:szCs w:val="176"/>
        </w:rPr>
        <w:t>Fluturo</w:t>
      </w:r>
      <w:proofErr w:type="spellEnd"/>
      <w:r w:rsidRPr="00925A20">
        <w:rPr>
          <w:b/>
          <w:sz w:val="176"/>
          <w:szCs w:val="176"/>
        </w:rPr>
        <w:t xml:space="preserve"> </w:t>
      </w:r>
      <w:proofErr w:type="spellStart"/>
      <w:r w:rsidRPr="00925A20">
        <w:rPr>
          <w:b/>
          <w:sz w:val="176"/>
          <w:szCs w:val="176"/>
        </w:rPr>
        <w:t>fluturo</w:t>
      </w:r>
      <w:proofErr w:type="spellEnd"/>
      <w:r w:rsidRPr="00925A20">
        <w:rPr>
          <w:b/>
          <w:sz w:val="176"/>
          <w:szCs w:val="176"/>
        </w:rPr>
        <w:t>"</w:t>
      </w: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Default="00D9099A" w:rsidP="00D9099A">
      <w:pPr>
        <w:rPr>
          <w:sz w:val="24"/>
          <w:szCs w:val="24"/>
        </w:rPr>
      </w:pPr>
    </w:p>
    <w:p w:rsidR="00D9099A" w:rsidRPr="00D9099A" w:rsidRDefault="00D9099A" w:rsidP="00D9099A">
      <w:pPr>
        <w:jc w:val="right"/>
        <w:rPr>
          <w:sz w:val="24"/>
          <w:szCs w:val="24"/>
        </w:rPr>
      </w:pPr>
      <w:r>
        <w:rPr>
          <w:sz w:val="24"/>
          <w:szCs w:val="24"/>
        </w:rPr>
        <w:t>(Annexe 14)</w:t>
      </w:r>
      <w:bookmarkStart w:id="0" w:name="_GoBack"/>
      <w:bookmarkEnd w:id="0"/>
    </w:p>
    <w:sectPr w:rsidR="00D9099A" w:rsidRPr="00D9099A" w:rsidSect="00925A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A20"/>
    <w:rsid w:val="0013656C"/>
    <w:rsid w:val="006B3802"/>
    <w:rsid w:val="00925A20"/>
    <w:rsid w:val="00B65436"/>
    <w:rsid w:val="00BF49C4"/>
    <w:rsid w:val="00C90A44"/>
    <w:rsid w:val="00D9099A"/>
    <w:rsid w:val="00E868B9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925A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25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925A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25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06813-6E11-4D97-81D8-9BE39395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AE47096D.dotm</Template>
  <TotalTime>6</TotalTime>
  <Pages>1</Pages>
  <Words>6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3</cp:revision>
  <cp:lastPrinted>2019-04-01T10:26:00Z</cp:lastPrinted>
  <dcterms:created xsi:type="dcterms:W3CDTF">2019-04-01T09:28:00Z</dcterms:created>
  <dcterms:modified xsi:type="dcterms:W3CDTF">2019-04-01T10:26:00Z</dcterms:modified>
</cp:coreProperties>
</file>